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F7905" w14:textId="731AD815" w:rsidR="00463F67" w:rsidRDefault="009277BF" w:rsidP="00463F67">
      <w:pPr>
        <w:pStyle w:val="Title"/>
      </w:pPr>
      <w:sdt>
        <w:sdtPr>
          <w:alias w:val="Title"/>
          <w:tag w:val=""/>
          <w:id w:val="1062761741"/>
          <w:placeholder>
            <w:docPart w:val="09D065CA2C5C44DBB53A267F4910B56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804FFB" w:rsidRPr="00804FFB">
            <w:t>Form AC/MT1 – ACM/MTS trainer training record</w:t>
          </w:r>
        </w:sdtContent>
      </w:sdt>
    </w:p>
    <w:p w14:paraId="325ACD03" w14:textId="77777777" w:rsidR="00D57CF9" w:rsidRPr="002F6F85" w:rsidRDefault="00D57CF9" w:rsidP="00D57CF9">
      <w:pPr>
        <w:pStyle w:val="Heading4"/>
        <w:rPr>
          <w:rStyle w:val="bold"/>
        </w:rPr>
      </w:pPr>
      <w:r w:rsidRPr="002F6F85">
        <w:rPr>
          <w:rStyle w:val="bold"/>
        </w:rPr>
        <w:t>Details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604"/>
        <w:gridCol w:w="3920"/>
        <w:gridCol w:w="1559"/>
        <w:gridCol w:w="2410"/>
      </w:tblGrid>
      <w:tr w:rsidR="00D57CF9" w:rsidRPr="00102F1E" w14:paraId="016928E4" w14:textId="77777777" w:rsidTr="00D92CAE">
        <w:tc>
          <w:tcPr>
            <w:tcW w:w="1604" w:type="dxa"/>
          </w:tcPr>
          <w:p w14:paraId="6077AFF9" w14:textId="7D427327" w:rsidR="00D57CF9" w:rsidRPr="00102F1E" w:rsidRDefault="00D57CF9" w:rsidP="00D92CAE">
            <w:pPr>
              <w:rPr>
                <w:rStyle w:val="bold"/>
              </w:rPr>
            </w:pPr>
            <w:r>
              <w:rPr>
                <w:rStyle w:val="bold"/>
              </w:rPr>
              <w:t>Candidate</w:t>
            </w:r>
            <w:r w:rsidRPr="00102F1E">
              <w:rPr>
                <w:rStyle w:val="bold"/>
              </w:rPr>
              <w:t xml:space="preserve"> name:</w:t>
            </w:r>
          </w:p>
        </w:tc>
        <w:tc>
          <w:tcPr>
            <w:tcW w:w="3920" w:type="dxa"/>
          </w:tcPr>
          <w:p w14:paraId="6AA6D306" w14:textId="77777777" w:rsidR="00D57CF9" w:rsidRPr="00102F1E" w:rsidRDefault="00D57CF9" w:rsidP="00D92CAE"/>
        </w:tc>
        <w:tc>
          <w:tcPr>
            <w:tcW w:w="1559" w:type="dxa"/>
          </w:tcPr>
          <w:p w14:paraId="1CFA78C7" w14:textId="77777777" w:rsidR="00D57CF9" w:rsidRPr="00102F1E" w:rsidRDefault="00D57CF9" w:rsidP="00D92CAE">
            <w:pPr>
              <w:rPr>
                <w:rStyle w:val="bold"/>
              </w:rPr>
            </w:pPr>
            <w:r w:rsidRPr="00102F1E">
              <w:rPr>
                <w:rStyle w:val="bold"/>
              </w:rPr>
              <w:t>ARN:</w:t>
            </w:r>
          </w:p>
        </w:tc>
        <w:tc>
          <w:tcPr>
            <w:tcW w:w="2410" w:type="dxa"/>
          </w:tcPr>
          <w:p w14:paraId="4FF83DD6" w14:textId="77777777" w:rsidR="00D57CF9" w:rsidRPr="00102F1E" w:rsidRDefault="00D57CF9" w:rsidP="00D92CAE"/>
        </w:tc>
      </w:tr>
      <w:tr w:rsidR="00D57CF9" w:rsidRPr="00102F1E" w14:paraId="355D8BDD" w14:textId="77777777" w:rsidTr="00D92CAE">
        <w:tc>
          <w:tcPr>
            <w:tcW w:w="1604" w:type="dxa"/>
          </w:tcPr>
          <w:p w14:paraId="3A5266C1" w14:textId="533C1FC6" w:rsidR="00D57CF9" w:rsidRPr="00102F1E" w:rsidRDefault="00D57CF9" w:rsidP="00D92CAE">
            <w:pPr>
              <w:rPr>
                <w:rStyle w:val="bold"/>
              </w:rPr>
            </w:pPr>
            <w:r>
              <w:rPr>
                <w:rStyle w:val="bold"/>
              </w:rPr>
              <w:t>Trainer</w:t>
            </w:r>
            <w:r w:rsidRPr="00102F1E">
              <w:rPr>
                <w:rStyle w:val="bold"/>
              </w:rPr>
              <w:t xml:space="preserve"> name:</w:t>
            </w:r>
          </w:p>
        </w:tc>
        <w:tc>
          <w:tcPr>
            <w:tcW w:w="3920" w:type="dxa"/>
          </w:tcPr>
          <w:p w14:paraId="063CCF3D" w14:textId="77777777" w:rsidR="00D57CF9" w:rsidRPr="00102F1E" w:rsidRDefault="00D57CF9" w:rsidP="00D92CAE"/>
        </w:tc>
        <w:tc>
          <w:tcPr>
            <w:tcW w:w="1559" w:type="dxa"/>
          </w:tcPr>
          <w:p w14:paraId="65E6FCEC" w14:textId="1DD11F22" w:rsidR="00D57CF9" w:rsidRPr="00102F1E" w:rsidRDefault="00D57CF9" w:rsidP="00D92CAE">
            <w:pPr>
              <w:rPr>
                <w:rStyle w:val="bold"/>
              </w:rPr>
            </w:pPr>
            <w:r w:rsidRPr="00102F1E">
              <w:rPr>
                <w:rStyle w:val="bold"/>
              </w:rPr>
              <w:t xml:space="preserve">Date of </w:t>
            </w:r>
            <w:r>
              <w:rPr>
                <w:rStyle w:val="bold"/>
              </w:rPr>
              <w:t>completion</w:t>
            </w:r>
            <w:r w:rsidRPr="00102F1E">
              <w:rPr>
                <w:rStyle w:val="bold"/>
              </w:rPr>
              <w:t xml:space="preserve">: </w:t>
            </w:r>
          </w:p>
        </w:tc>
        <w:tc>
          <w:tcPr>
            <w:tcW w:w="2410" w:type="dxa"/>
          </w:tcPr>
          <w:p w14:paraId="6981D88D" w14:textId="77777777" w:rsidR="00D57CF9" w:rsidRPr="00102F1E" w:rsidRDefault="00D57CF9" w:rsidP="00D92CAE"/>
        </w:tc>
      </w:tr>
    </w:tbl>
    <w:p w14:paraId="5990B869" w14:textId="2ACD765D" w:rsidR="00804FFB" w:rsidRPr="00D56543" w:rsidRDefault="00D57CF9" w:rsidP="00D56543">
      <w:pPr>
        <w:pStyle w:val="Heading5"/>
      </w:pPr>
      <w:r w:rsidRPr="00D56543">
        <w:rPr>
          <w:rStyle w:val="bold"/>
          <w:b/>
          <w:bCs w:val="0"/>
        </w:rPr>
        <w:t>Principles and methods of instruction</w:t>
      </w:r>
    </w:p>
    <w:tbl>
      <w:tblPr>
        <w:tblStyle w:val="SD-MOStable"/>
        <w:tblW w:w="9493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3032"/>
        <w:gridCol w:w="5185"/>
        <w:gridCol w:w="1276"/>
      </w:tblGrid>
      <w:tr w:rsidR="00D57CF9" w:rsidRPr="00DB6B68" w14:paraId="6D5E5CC7" w14:textId="77777777" w:rsidTr="00D57C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tcW w:w="3032" w:type="dxa"/>
          </w:tcPr>
          <w:p w14:paraId="24C0D301" w14:textId="77777777" w:rsidR="00D57CF9" w:rsidRPr="006D7FDE" w:rsidRDefault="00D57CF9" w:rsidP="00F3353D">
            <w:r w:rsidRPr="00DB6B68">
              <w:t>Item</w:t>
            </w:r>
          </w:p>
        </w:tc>
        <w:tc>
          <w:tcPr>
            <w:tcW w:w="5185" w:type="dxa"/>
          </w:tcPr>
          <w:p w14:paraId="146BA5C8" w14:textId="77777777" w:rsidR="00D57CF9" w:rsidRPr="006D7FDE" w:rsidRDefault="00D57CF9" w:rsidP="00F3353D">
            <w:r w:rsidRPr="00DB6B68">
              <w:t>Comments</w:t>
            </w:r>
          </w:p>
        </w:tc>
        <w:tc>
          <w:tcPr>
            <w:tcW w:w="1276" w:type="dxa"/>
          </w:tcPr>
          <w:p w14:paraId="00C3AA06" w14:textId="77777777" w:rsidR="00D57CF9" w:rsidRPr="006D7FDE" w:rsidRDefault="00D57CF9" w:rsidP="00F3353D">
            <w:r w:rsidRPr="00DB6B68">
              <w:t>Complete</w:t>
            </w:r>
            <w:r w:rsidRPr="00DB6B68">
              <w:br/>
            </w:r>
            <w:r w:rsidRPr="006D7FDE">
              <w:t>Yes / No</w:t>
            </w:r>
          </w:p>
        </w:tc>
      </w:tr>
      <w:tr w:rsidR="00D57CF9" w:rsidRPr="00916430" w14:paraId="1A6E6A4E" w14:textId="77777777" w:rsidTr="00D57CF9">
        <w:trPr>
          <w:trHeight w:val="302"/>
        </w:trPr>
        <w:tc>
          <w:tcPr>
            <w:tcW w:w="3032" w:type="dxa"/>
          </w:tcPr>
          <w:p w14:paraId="7F0DCBC0" w14:textId="77777777" w:rsidR="00D57CF9" w:rsidRPr="006D7FDE" w:rsidRDefault="00D57CF9" w:rsidP="00F3353D">
            <w:pPr>
              <w:pStyle w:val="Tabletext"/>
            </w:pPr>
            <w:r w:rsidRPr="00916430">
              <w:t>Effective communication techniques</w:t>
            </w:r>
          </w:p>
        </w:tc>
        <w:tc>
          <w:tcPr>
            <w:tcW w:w="5185" w:type="dxa"/>
          </w:tcPr>
          <w:p w14:paraId="4F4E84E0" w14:textId="77777777" w:rsidR="00D57CF9" w:rsidRPr="00916430" w:rsidRDefault="00D57CF9" w:rsidP="00F3353D">
            <w:pPr>
              <w:pStyle w:val="Tabletext"/>
            </w:pPr>
          </w:p>
        </w:tc>
        <w:tc>
          <w:tcPr>
            <w:tcW w:w="1276" w:type="dxa"/>
          </w:tcPr>
          <w:p w14:paraId="124C7698" w14:textId="77777777" w:rsidR="00D57CF9" w:rsidRPr="00916430" w:rsidRDefault="00D57CF9" w:rsidP="00F3353D">
            <w:pPr>
              <w:pStyle w:val="Tabletext"/>
            </w:pPr>
          </w:p>
        </w:tc>
      </w:tr>
      <w:tr w:rsidR="00D57CF9" w:rsidRPr="00916430" w14:paraId="4F8514AD" w14:textId="77777777" w:rsidTr="00D57CF9">
        <w:trPr>
          <w:trHeight w:val="20"/>
        </w:trPr>
        <w:tc>
          <w:tcPr>
            <w:tcW w:w="3032" w:type="dxa"/>
          </w:tcPr>
          <w:p w14:paraId="6F64CEEF" w14:textId="77777777" w:rsidR="00D57CF9" w:rsidRPr="006D7FDE" w:rsidRDefault="00D57CF9" w:rsidP="00F3353D">
            <w:pPr>
              <w:pStyle w:val="Tabletext"/>
            </w:pPr>
            <w:r w:rsidRPr="00916430">
              <w:t>Training session planning</w:t>
            </w:r>
          </w:p>
        </w:tc>
        <w:tc>
          <w:tcPr>
            <w:tcW w:w="5185" w:type="dxa"/>
          </w:tcPr>
          <w:p w14:paraId="0963A6BB" w14:textId="77777777" w:rsidR="00D57CF9" w:rsidRPr="00916430" w:rsidRDefault="00D57CF9" w:rsidP="00F3353D">
            <w:pPr>
              <w:pStyle w:val="Tabletext"/>
            </w:pPr>
          </w:p>
        </w:tc>
        <w:tc>
          <w:tcPr>
            <w:tcW w:w="1276" w:type="dxa"/>
          </w:tcPr>
          <w:p w14:paraId="4F0009CE" w14:textId="77777777" w:rsidR="00D57CF9" w:rsidRPr="00916430" w:rsidRDefault="00D57CF9" w:rsidP="00F3353D">
            <w:pPr>
              <w:pStyle w:val="Tabletext"/>
            </w:pPr>
          </w:p>
        </w:tc>
      </w:tr>
      <w:tr w:rsidR="00D57CF9" w:rsidRPr="00916430" w14:paraId="50FE1697" w14:textId="77777777" w:rsidTr="00D57CF9">
        <w:trPr>
          <w:trHeight w:val="20"/>
        </w:trPr>
        <w:tc>
          <w:tcPr>
            <w:tcW w:w="3032" w:type="dxa"/>
          </w:tcPr>
          <w:p w14:paraId="580C6F23" w14:textId="77777777" w:rsidR="00D57CF9" w:rsidRPr="006D7FDE" w:rsidRDefault="00D57CF9" w:rsidP="00F3353D">
            <w:pPr>
              <w:pStyle w:val="Tabletext"/>
            </w:pPr>
            <w:r w:rsidRPr="00916430">
              <w:t>Evaluating progress</w:t>
            </w:r>
          </w:p>
        </w:tc>
        <w:tc>
          <w:tcPr>
            <w:tcW w:w="5185" w:type="dxa"/>
          </w:tcPr>
          <w:p w14:paraId="7010863A" w14:textId="77777777" w:rsidR="00D57CF9" w:rsidRPr="00916430" w:rsidRDefault="00D57CF9" w:rsidP="00F3353D">
            <w:pPr>
              <w:pStyle w:val="Tabletext"/>
            </w:pPr>
          </w:p>
        </w:tc>
        <w:tc>
          <w:tcPr>
            <w:tcW w:w="1276" w:type="dxa"/>
          </w:tcPr>
          <w:p w14:paraId="44FA4A38" w14:textId="77777777" w:rsidR="00D57CF9" w:rsidRPr="00916430" w:rsidRDefault="00D57CF9" w:rsidP="00F3353D">
            <w:pPr>
              <w:pStyle w:val="Tabletext"/>
            </w:pPr>
          </w:p>
        </w:tc>
      </w:tr>
      <w:tr w:rsidR="00D57CF9" w:rsidRPr="00916430" w14:paraId="1412D07F" w14:textId="77777777" w:rsidTr="00D57CF9">
        <w:trPr>
          <w:trHeight w:val="20"/>
        </w:trPr>
        <w:tc>
          <w:tcPr>
            <w:tcW w:w="3032" w:type="dxa"/>
          </w:tcPr>
          <w:p w14:paraId="55FA92C5" w14:textId="77777777" w:rsidR="00D57CF9" w:rsidRPr="006D7FDE" w:rsidRDefault="00D57CF9" w:rsidP="00F3353D">
            <w:pPr>
              <w:pStyle w:val="Tabletext"/>
            </w:pPr>
            <w:r w:rsidRPr="00916430">
              <w:t>Assessment methods</w:t>
            </w:r>
          </w:p>
        </w:tc>
        <w:tc>
          <w:tcPr>
            <w:tcW w:w="5185" w:type="dxa"/>
          </w:tcPr>
          <w:p w14:paraId="08DD7A91" w14:textId="77777777" w:rsidR="00D57CF9" w:rsidRPr="00916430" w:rsidRDefault="00D57CF9" w:rsidP="00F3353D">
            <w:pPr>
              <w:pStyle w:val="Tabletext"/>
            </w:pPr>
          </w:p>
        </w:tc>
        <w:tc>
          <w:tcPr>
            <w:tcW w:w="1276" w:type="dxa"/>
          </w:tcPr>
          <w:p w14:paraId="33B3CED7" w14:textId="77777777" w:rsidR="00D57CF9" w:rsidRPr="00916430" w:rsidRDefault="00D57CF9" w:rsidP="00F3353D">
            <w:pPr>
              <w:pStyle w:val="Tabletext"/>
            </w:pPr>
          </w:p>
        </w:tc>
      </w:tr>
      <w:tr w:rsidR="00D57CF9" w:rsidRPr="00916430" w14:paraId="68A6A5DD" w14:textId="77777777" w:rsidTr="00D57CF9">
        <w:trPr>
          <w:trHeight w:val="20"/>
        </w:trPr>
        <w:tc>
          <w:tcPr>
            <w:tcW w:w="3032" w:type="dxa"/>
          </w:tcPr>
          <w:p w14:paraId="0160DC1C" w14:textId="77777777" w:rsidR="00D57CF9" w:rsidRPr="006D7FDE" w:rsidRDefault="00D57CF9" w:rsidP="00F3353D">
            <w:pPr>
              <w:pStyle w:val="Tabletext"/>
            </w:pPr>
            <w:r w:rsidRPr="00916430">
              <w:t>Training records management</w:t>
            </w:r>
          </w:p>
        </w:tc>
        <w:tc>
          <w:tcPr>
            <w:tcW w:w="5185" w:type="dxa"/>
          </w:tcPr>
          <w:p w14:paraId="7BE8C3DC" w14:textId="77777777" w:rsidR="00D57CF9" w:rsidRPr="00916430" w:rsidRDefault="00D57CF9" w:rsidP="00F3353D">
            <w:pPr>
              <w:pStyle w:val="Tabletext"/>
            </w:pPr>
          </w:p>
        </w:tc>
        <w:tc>
          <w:tcPr>
            <w:tcW w:w="1276" w:type="dxa"/>
          </w:tcPr>
          <w:p w14:paraId="2BAEB6C6" w14:textId="77777777" w:rsidR="00D57CF9" w:rsidRPr="00916430" w:rsidRDefault="00D57CF9" w:rsidP="00F3353D">
            <w:pPr>
              <w:pStyle w:val="Tabletext"/>
            </w:pPr>
          </w:p>
        </w:tc>
      </w:tr>
    </w:tbl>
    <w:p w14:paraId="31EFE242" w14:textId="27428695" w:rsidR="00D57CF9" w:rsidRPr="00D56543" w:rsidRDefault="00D57CF9" w:rsidP="00D56543">
      <w:pPr>
        <w:pStyle w:val="Heading5"/>
      </w:pPr>
      <w:r w:rsidRPr="00D56543">
        <w:rPr>
          <w:rStyle w:val="bold"/>
          <w:b/>
          <w:bCs w:val="0"/>
        </w:rPr>
        <w:t>Practical component and delivery of training</w:t>
      </w:r>
    </w:p>
    <w:tbl>
      <w:tblPr>
        <w:tblStyle w:val="SD-MOStable"/>
        <w:tblW w:w="9493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3032"/>
        <w:gridCol w:w="5185"/>
        <w:gridCol w:w="1276"/>
      </w:tblGrid>
      <w:tr w:rsidR="00D57CF9" w:rsidRPr="00DB6B68" w14:paraId="3C427D9E" w14:textId="77777777" w:rsidTr="00D57C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tcW w:w="3032" w:type="dxa"/>
          </w:tcPr>
          <w:p w14:paraId="6D753AC4" w14:textId="77777777" w:rsidR="00D57CF9" w:rsidRPr="006D7FDE" w:rsidRDefault="00D57CF9" w:rsidP="00D92CAE">
            <w:r w:rsidRPr="00DB6B68">
              <w:t>Item</w:t>
            </w:r>
          </w:p>
        </w:tc>
        <w:tc>
          <w:tcPr>
            <w:tcW w:w="5185" w:type="dxa"/>
          </w:tcPr>
          <w:p w14:paraId="455C55C2" w14:textId="77777777" w:rsidR="00D57CF9" w:rsidRPr="006D7FDE" w:rsidRDefault="00D57CF9" w:rsidP="00D92CAE">
            <w:r w:rsidRPr="00DB6B68">
              <w:t>Comments</w:t>
            </w:r>
          </w:p>
        </w:tc>
        <w:tc>
          <w:tcPr>
            <w:tcW w:w="1276" w:type="dxa"/>
          </w:tcPr>
          <w:p w14:paraId="0252C454" w14:textId="77777777" w:rsidR="00D57CF9" w:rsidRPr="006D7FDE" w:rsidRDefault="00D57CF9" w:rsidP="00D92CAE">
            <w:r w:rsidRPr="00DB6B68">
              <w:t>Complete</w:t>
            </w:r>
            <w:r w:rsidRPr="00DB6B68">
              <w:br/>
            </w:r>
            <w:r w:rsidRPr="006D7FDE">
              <w:t>Yes / No</w:t>
            </w:r>
          </w:p>
        </w:tc>
      </w:tr>
      <w:tr w:rsidR="00D57CF9" w:rsidRPr="00916430" w14:paraId="5FFB8FC3" w14:textId="77777777" w:rsidTr="00D57CF9">
        <w:trPr>
          <w:trHeight w:val="150"/>
        </w:trPr>
        <w:tc>
          <w:tcPr>
            <w:tcW w:w="3032" w:type="dxa"/>
          </w:tcPr>
          <w:p w14:paraId="2042287E" w14:textId="77777777" w:rsidR="00D57CF9" w:rsidRPr="006D7FDE" w:rsidRDefault="00D57CF9" w:rsidP="00F3353D">
            <w:pPr>
              <w:pStyle w:val="Tabletext"/>
            </w:pPr>
            <w:r w:rsidRPr="00916430">
              <w:t>Knowledge of training syllabi</w:t>
            </w:r>
          </w:p>
        </w:tc>
        <w:tc>
          <w:tcPr>
            <w:tcW w:w="5185" w:type="dxa"/>
          </w:tcPr>
          <w:p w14:paraId="25181C21" w14:textId="77777777" w:rsidR="00D57CF9" w:rsidRPr="00916430" w:rsidRDefault="00D57CF9" w:rsidP="00F3353D">
            <w:pPr>
              <w:pStyle w:val="Tabletext"/>
            </w:pPr>
          </w:p>
        </w:tc>
        <w:tc>
          <w:tcPr>
            <w:tcW w:w="1276" w:type="dxa"/>
          </w:tcPr>
          <w:p w14:paraId="28FBD3DD" w14:textId="77777777" w:rsidR="00D57CF9" w:rsidRPr="00916430" w:rsidRDefault="00D57CF9" w:rsidP="00F3353D">
            <w:pPr>
              <w:pStyle w:val="Tabletext"/>
            </w:pPr>
          </w:p>
        </w:tc>
      </w:tr>
      <w:tr w:rsidR="00D57CF9" w:rsidRPr="00916430" w14:paraId="50063D46" w14:textId="77777777" w:rsidTr="00D57CF9">
        <w:trPr>
          <w:trHeight w:val="28"/>
        </w:trPr>
        <w:tc>
          <w:tcPr>
            <w:tcW w:w="3032" w:type="dxa"/>
          </w:tcPr>
          <w:p w14:paraId="015C516B" w14:textId="77777777" w:rsidR="00D57CF9" w:rsidRPr="006D7FDE" w:rsidRDefault="00D57CF9" w:rsidP="00F3353D">
            <w:pPr>
              <w:pStyle w:val="Tabletext"/>
            </w:pPr>
            <w:r w:rsidRPr="00916430">
              <w:t>Planning of sessions</w:t>
            </w:r>
          </w:p>
        </w:tc>
        <w:tc>
          <w:tcPr>
            <w:tcW w:w="5185" w:type="dxa"/>
          </w:tcPr>
          <w:p w14:paraId="4DAC1DA8" w14:textId="77777777" w:rsidR="00D57CF9" w:rsidRPr="00916430" w:rsidRDefault="00D57CF9" w:rsidP="00F3353D">
            <w:pPr>
              <w:pStyle w:val="Tabletext"/>
            </w:pPr>
          </w:p>
        </w:tc>
        <w:tc>
          <w:tcPr>
            <w:tcW w:w="1276" w:type="dxa"/>
          </w:tcPr>
          <w:p w14:paraId="5EFAA12E" w14:textId="77777777" w:rsidR="00D57CF9" w:rsidRPr="00916430" w:rsidRDefault="00D57CF9" w:rsidP="00F3353D">
            <w:pPr>
              <w:pStyle w:val="Tabletext"/>
            </w:pPr>
          </w:p>
        </w:tc>
      </w:tr>
      <w:tr w:rsidR="00D57CF9" w:rsidRPr="00916430" w14:paraId="4EE2A563" w14:textId="77777777" w:rsidTr="00D57CF9">
        <w:trPr>
          <w:trHeight w:val="49"/>
        </w:trPr>
        <w:tc>
          <w:tcPr>
            <w:tcW w:w="3032" w:type="dxa"/>
          </w:tcPr>
          <w:p w14:paraId="5C36EB11" w14:textId="77777777" w:rsidR="00D57CF9" w:rsidRPr="006D7FDE" w:rsidRDefault="00D57CF9" w:rsidP="00F3353D">
            <w:pPr>
              <w:pStyle w:val="Tabletext"/>
            </w:pPr>
            <w:r w:rsidRPr="00916430">
              <w:t>Briefing and preparation</w:t>
            </w:r>
          </w:p>
        </w:tc>
        <w:tc>
          <w:tcPr>
            <w:tcW w:w="5185" w:type="dxa"/>
          </w:tcPr>
          <w:p w14:paraId="41E4C205" w14:textId="77777777" w:rsidR="00D57CF9" w:rsidRPr="00916430" w:rsidRDefault="00D57CF9" w:rsidP="00F3353D">
            <w:pPr>
              <w:pStyle w:val="Tabletext"/>
            </w:pPr>
          </w:p>
        </w:tc>
        <w:tc>
          <w:tcPr>
            <w:tcW w:w="1276" w:type="dxa"/>
          </w:tcPr>
          <w:p w14:paraId="7FF4014B" w14:textId="77777777" w:rsidR="00D57CF9" w:rsidRPr="00916430" w:rsidRDefault="00D57CF9" w:rsidP="00F3353D">
            <w:pPr>
              <w:pStyle w:val="Tabletext"/>
            </w:pPr>
          </w:p>
        </w:tc>
      </w:tr>
      <w:tr w:rsidR="00D57CF9" w:rsidRPr="00916430" w14:paraId="4CB1450D" w14:textId="77777777" w:rsidTr="00D57CF9">
        <w:trPr>
          <w:trHeight w:val="20"/>
        </w:trPr>
        <w:tc>
          <w:tcPr>
            <w:tcW w:w="3032" w:type="dxa"/>
          </w:tcPr>
          <w:p w14:paraId="70BEFC12" w14:textId="77777777" w:rsidR="00D57CF9" w:rsidRPr="006D7FDE" w:rsidRDefault="00D57CF9" w:rsidP="00F3353D">
            <w:pPr>
              <w:pStyle w:val="Tabletext"/>
            </w:pPr>
            <w:r w:rsidRPr="00916430">
              <w:t>Threat and error management</w:t>
            </w:r>
          </w:p>
        </w:tc>
        <w:tc>
          <w:tcPr>
            <w:tcW w:w="5185" w:type="dxa"/>
          </w:tcPr>
          <w:p w14:paraId="69D93F57" w14:textId="77777777" w:rsidR="00D57CF9" w:rsidRPr="00916430" w:rsidRDefault="00D57CF9" w:rsidP="00F3353D">
            <w:pPr>
              <w:pStyle w:val="Tabletext"/>
            </w:pPr>
          </w:p>
        </w:tc>
        <w:tc>
          <w:tcPr>
            <w:tcW w:w="1276" w:type="dxa"/>
          </w:tcPr>
          <w:p w14:paraId="4E5FCFBC" w14:textId="77777777" w:rsidR="00D57CF9" w:rsidRPr="00916430" w:rsidRDefault="00D57CF9" w:rsidP="00F3353D">
            <w:pPr>
              <w:pStyle w:val="Tabletext"/>
            </w:pPr>
          </w:p>
        </w:tc>
      </w:tr>
      <w:tr w:rsidR="00D57CF9" w:rsidRPr="00916430" w14:paraId="33B11C88" w14:textId="77777777" w:rsidTr="00D57CF9">
        <w:trPr>
          <w:trHeight w:val="397"/>
        </w:trPr>
        <w:tc>
          <w:tcPr>
            <w:tcW w:w="3032" w:type="dxa"/>
          </w:tcPr>
          <w:p w14:paraId="320204F9" w14:textId="77777777" w:rsidR="00D57CF9" w:rsidRPr="006D7FDE" w:rsidRDefault="00D57CF9" w:rsidP="00F3353D">
            <w:pPr>
              <w:pStyle w:val="Tabletext"/>
            </w:pPr>
            <w:r w:rsidRPr="00916430">
              <w:t>Demonstration, direction, assistance, observe cycle</w:t>
            </w:r>
          </w:p>
        </w:tc>
        <w:tc>
          <w:tcPr>
            <w:tcW w:w="5185" w:type="dxa"/>
          </w:tcPr>
          <w:p w14:paraId="12858187" w14:textId="77777777" w:rsidR="00D57CF9" w:rsidRPr="00916430" w:rsidRDefault="00D57CF9" w:rsidP="00F3353D">
            <w:pPr>
              <w:pStyle w:val="Tabletext"/>
            </w:pPr>
          </w:p>
        </w:tc>
        <w:tc>
          <w:tcPr>
            <w:tcW w:w="1276" w:type="dxa"/>
          </w:tcPr>
          <w:p w14:paraId="26C6CCF2" w14:textId="77777777" w:rsidR="00D57CF9" w:rsidRPr="00916430" w:rsidRDefault="00D57CF9" w:rsidP="00F3353D">
            <w:pPr>
              <w:pStyle w:val="Tabletext"/>
            </w:pPr>
          </w:p>
        </w:tc>
      </w:tr>
      <w:tr w:rsidR="00D57CF9" w:rsidRPr="00916430" w14:paraId="553C3B3E" w14:textId="77777777" w:rsidTr="00D57CF9">
        <w:trPr>
          <w:trHeight w:val="20"/>
        </w:trPr>
        <w:tc>
          <w:tcPr>
            <w:tcW w:w="3032" w:type="dxa"/>
          </w:tcPr>
          <w:p w14:paraId="2058110D" w14:textId="77777777" w:rsidR="00D57CF9" w:rsidRPr="006D7FDE" w:rsidRDefault="00D57CF9" w:rsidP="00F3353D">
            <w:pPr>
              <w:pStyle w:val="Tabletext"/>
            </w:pPr>
            <w:r w:rsidRPr="00916430">
              <w:t>Assessment methods</w:t>
            </w:r>
          </w:p>
        </w:tc>
        <w:tc>
          <w:tcPr>
            <w:tcW w:w="5185" w:type="dxa"/>
          </w:tcPr>
          <w:p w14:paraId="6D92F54A" w14:textId="77777777" w:rsidR="00D57CF9" w:rsidRPr="00916430" w:rsidRDefault="00D57CF9" w:rsidP="00F3353D">
            <w:pPr>
              <w:pStyle w:val="Tabletext"/>
            </w:pPr>
          </w:p>
        </w:tc>
        <w:tc>
          <w:tcPr>
            <w:tcW w:w="1276" w:type="dxa"/>
          </w:tcPr>
          <w:p w14:paraId="39D9025B" w14:textId="77777777" w:rsidR="00D57CF9" w:rsidRPr="00916430" w:rsidRDefault="00D57CF9" w:rsidP="00F3353D">
            <w:pPr>
              <w:pStyle w:val="Tabletext"/>
            </w:pPr>
          </w:p>
        </w:tc>
      </w:tr>
      <w:tr w:rsidR="00D57CF9" w:rsidRPr="00916430" w14:paraId="1F5D50CF" w14:textId="77777777" w:rsidTr="00D57CF9">
        <w:trPr>
          <w:trHeight w:val="20"/>
        </w:trPr>
        <w:tc>
          <w:tcPr>
            <w:tcW w:w="3032" w:type="dxa"/>
          </w:tcPr>
          <w:p w14:paraId="2631731F" w14:textId="77777777" w:rsidR="00D57CF9" w:rsidRPr="006D7FDE" w:rsidRDefault="00D57CF9" w:rsidP="00F3353D">
            <w:pPr>
              <w:pStyle w:val="Tabletext"/>
            </w:pPr>
            <w:r w:rsidRPr="00916430">
              <w:t>Debriefing</w:t>
            </w:r>
          </w:p>
        </w:tc>
        <w:tc>
          <w:tcPr>
            <w:tcW w:w="5185" w:type="dxa"/>
          </w:tcPr>
          <w:p w14:paraId="521A29DB" w14:textId="77777777" w:rsidR="00D57CF9" w:rsidRPr="00916430" w:rsidRDefault="00D57CF9" w:rsidP="00F3353D">
            <w:pPr>
              <w:pStyle w:val="Tabletext"/>
            </w:pPr>
          </w:p>
        </w:tc>
        <w:tc>
          <w:tcPr>
            <w:tcW w:w="1276" w:type="dxa"/>
          </w:tcPr>
          <w:p w14:paraId="50C48CE0" w14:textId="77777777" w:rsidR="00D57CF9" w:rsidRPr="00916430" w:rsidRDefault="00D57CF9" w:rsidP="00F3353D">
            <w:pPr>
              <w:pStyle w:val="Tabletext"/>
            </w:pPr>
          </w:p>
        </w:tc>
      </w:tr>
    </w:tbl>
    <w:p w14:paraId="30C32C58" w14:textId="77777777" w:rsidR="00B948AA" w:rsidRDefault="00B948AA" w:rsidP="00B948AA">
      <w:pPr>
        <w:pStyle w:val="SourceNotes"/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570"/>
        <w:gridCol w:w="3946"/>
        <w:gridCol w:w="807"/>
        <w:gridCol w:w="2170"/>
      </w:tblGrid>
      <w:tr w:rsidR="00B948AA" w:rsidRPr="00FF4792" w14:paraId="7401A2B8" w14:textId="77777777" w:rsidTr="00422F8F">
        <w:tc>
          <w:tcPr>
            <w:tcW w:w="2570" w:type="dxa"/>
          </w:tcPr>
          <w:p w14:paraId="4A89025C" w14:textId="77777777" w:rsidR="00B948AA" w:rsidRPr="00D642BC" w:rsidRDefault="00B948AA" w:rsidP="0038189F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Trainer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052C6DD3" w14:textId="77777777" w:rsidR="00B948AA" w:rsidRPr="00FF4792" w:rsidRDefault="00B948AA" w:rsidP="0038189F">
            <w:pPr>
              <w:pStyle w:val="normalafterlisttable"/>
            </w:pPr>
          </w:p>
        </w:tc>
        <w:tc>
          <w:tcPr>
            <w:tcW w:w="807" w:type="dxa"/>
          </w:tcPr>
          <w:p w14:paraId="147DE86F" w14:textId="77777777" w:rsidR="00B948AA" w:rsidRPr="00D642BC" w:rsidRDefault="00B948AA" w:rsidP="0038189F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170" w:type="dxa"/>
          </w:tcPr>
          <w:p w14:paraId="3D4AA751" w14:textId="77777777" w:rsidR="00B948AA" w:rsidRPr="00FF4792" w:rsidRDefault="00B948AA" w:rsidP="0038189F">
            <w:pPr>
              <w:pStyle w:val="normalafterlisttable"/>
            </w:pPr>
          </w:p>
        </w:tc>
      </w:tr>
      <w:tr w:rsidR="00B948AA" w:rsidRPr="00916430" w14:paraId="1D65BEC6" w14:textId="77777777" w:rsidTr="00422F8F">
        <w:tc>
          <w:tcPr>
            <w:tcW w:w="2570" w:type="dxa"/>
          </w:tcPr>
          <w:p w14:paraId="7DCC53F1" w14:textId="77777777" w:rsidR="00B948AA" w:rsidRPr="00D642BC" w:rsidRDefault="00B948AA" w:rsidP="0038189F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HOTC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22BD425C" w14:textId="77777777" w:rsidR="00B948AA" w:rsidRPr="00FF4792" w:rsidRDefault="00B948AA" w:rsidP="0038189F">
            <w:pPr>
              <w:pStyle w:val="normalafterlisttable"/>
            </w:pPr>
          </w:p>
        </w:tc>
        <w:tc>
          <w:tcPr>
            <w:tcW w:w="807" w:type="dxa"/>
          </w:tcPr>
          <w:p w14:paraId="51A775FF" w14:textId="77777777" w:rsidR="00B948AA" w:rsidRPr="00D642BC" w:rsidRDefault="00B948AA" w:rsidP="0038189F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170" w:type="dxa"/>
          </w:tcPr>
          <w:p w14:paraId="2066A8C8" w14:textId="77777777" w:rsidR="00B948AA" w:rsidRPr="00916430" w:rsidRDefault="00B948AA" w:rsidP="0038189F">
            <w:pPr>
              <w:pStyle w:val="normalafterlisttable"/>
            </w:pPr>
          </w:p>
        </w:tc>
      </w:tr>
    </w:tbl>
    <w:p w14:paraId="781B459B" w14:textId="77777777" w:rsidR="00804FFB" w:rsidRPr="00804FFB" w:rsidRDefault="00804FFB" w:rsidP="00804FFB"/>
    <w:sectPr w:rsidR="00804FFB" w:rsidRPr="00804FFB" w:rsidSect="00F8132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AD8B2" w14:textId="77777777" w:rsidR="00B41603" w:rsidRDefault="00B41603" w:rsidP="008E21DE">
      <w:pPr>
        <w:spacing w:before="0" w:after="0"/>
      </w:pPr>
      <w:r>
        <w:separator/>
      </w:r>
    </w:p>
    <w:p w14:paraId="2B97FAFC" w14:textId="77777777" w:rsidR="00B41603" w:rsidRDefault="00B41603"/>
  </w:endnote>
  <w:endnote w:type="continuationSeparator" w:id="0">
    <w:p w14:paraId="6F622C4C" w14:textId="77777777" w:rsidR="00B41603" w:rsidRDefault="00B41603" w:rsidP="008E21DE">
      <w:pPr>
        <w:spacing w:before="0" w:after="0"/>
      </w:pPr>
      <w:r>
        <w:continuationSeparator/>
      </w:r>
    </w:p>
    <w:p w14:paraId="244A4298" w14:textId="77777777" w:rsidR="00B41603" w:rsidRDefault="00B416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AD818" w14:textId="7E5C8D0C" w:rsidR="00013309" w:rsidRPr="00500DA0" w:rsidRDefault="009277BF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09D065CA2C5C44DBB53A267F4910B56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04FFB">
          <w:rPr>
            <w:rFonts w:ascii="ArialMT" w:hAnsi="ArialMT" w:cs="ArialMT"/>
            <w:szCs w:val="16"/>
          </w:rPr>
          <w:t>Form AC/MT1 – ACM/MTS trainer training record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0DA1B" w14:textId="77777777" w:rsidR="00013309" w:rsidRDefault="00013309" w:rsidP="00013309">
    <w:pPr>
      <w:pStyle w:val="Footer"/>
    </w:pPr>
    <w:r>
      <w:t>Civil Aviation Safety Authority</w:t>
    </w:r>
  </w:p>
  <w:p w14:paraId="19BC23DD" w14:textId="1090DE73" w:rsidR="00013309" w:rsidRDefault="009277BF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04FFB">
          <w:rPr>
            <w:rFonts w:ascii="ArialMT" w:hAnsi="ArialMT" w:cs="ArialMT"/>
            <w:szCs w:val="16"/>
          </w:rPr>
          <w:t>Form AC/MT1 – ACM/MTS trainer training record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804FFB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804FFB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61B8980B" w14:textId="77777777" w:rsidR="00013309" w:rsidRPr="00A365CA" w:rsidRDefault="009277BF" w:rsidP="00013309">
    <w:pPr>
      <w:pStyle w:val="SecurityClassification"/>
    </w:pPr>
    <w:sdt>
      <w:sdtPr>
        <w:rPr>
          <w:color w:val="ED0000"/>
        </w:r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C10D80">
          <w:rPr>
            <w:color w:val="ED0000"/>
          </w:rPr>
          <w:t>Official</w:t>
        </w:r>
      </w:sdtContent>
    </w:sdt>
    <w:r w:rsidR="00463F67" w:rsidRPr="00C10D80">
      <w:rPr>
        <w:noProof/>
        <w:color w:val="ED0000"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310E212B" wp14:editId="061B32BC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C760E0B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0E212B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5C760E0B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D4496" w14:textId="77777777" w:rsidR="00B41603" w:rsidRPr="0022402E" w:rsidRDefault="00B41603" w:rsidP="0022402E">
      <w:pPr>
        <w:spacing w:before="240"/>
        <w:rPr>
          <w:lang w:val="en-US"/>
        </w:rPr>
      </w:pPr>
      <w:r w:rsidRPr="00C10D80">
        <w:rPr>
          <w:color w:val="095A75" w:themeColor="accent1" w:themeShade="80"/>
          <w:lang w:val="en-US"/>
        </w:rPr>
        <w:t>____</w:t>
      </w:r>
    </w:p>
  </w:footnote>
  <w:footnote w:type="continuationSeparator" w:id="0">
    <w:p w14:paraId="076D48EB" w14:textId="77777777" w:rsidR="00B41603" w:rsidRDefault="00B41603" w:rsidP="008E21DE">
      <w:pPr>
        <w:spacing w:before="0" w:after="0"/>
      </w:pPr>
      <w:r>
        <w:continuationSeparator/>
      </w:r>
    </w:p>
    <w:p w14:paraId="06931C24" w14:textId="77777777" w:rsidR="00B41603" w:rsidRDefault="00B416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B33EE" w14:textId="77777777" w:rsidR="00DD684D" w:rsidRDefault="00DD684D" w:rsidP="00DD684D">
    <w:pPr>
      <w:pStyle w:val="Header"/>
    </w:pPr>
    <w:r>
      <w:t>ORGANISATION NAME/DETAILS</w:t>
    </w:r>
  </w:p>
  <w:p w14:paraId="7323E04A" w14:textId="77777777" w:rsidR="00013309" w:rsidRPr="00DD684D" w:rsidRDefault="009277BF" w:rsidP="00B948AA">
    <w:pPr>
      <w:pStyle w:val="Header"/>
      <w:spacing w:after="120"/>
    </w:pPr>
    <w:r>
      <w:pict w14:anchorId="672928C6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A9DC3" w14:textId="77777777" w:rsidR="00463F67" w:rsidRPr="00C10D80" w:rsidRDefault="009277BF" w:rsidP="00463F67">
    <w:pPr>
      <w:pStyle w:val="SecurityClassification"/>
      <w:spacing w:after="360"/>
      <w:rPr>
        <w:color w:val="ED0000"/>
      </w:rPr>
    </w:pPr>
    <w:sdt>
      <w:sdtPr>
        <w:rPr>
          <w:color w:val="ED0000"/>
        </w:r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C10D80">
          <w:rPr>
            <w:color w:val="ED0000"/>
          </w:rPr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16138"/>
    <w:multiLevelType w:val="multilevel"/>
    <w:tmpl w:val="A3380760"/>
    <w:numStyleLink w:val="List1Legal"/>
  </w:abstractNum>
  <w:abstractNum w:abstractNumId="9" w15:restartNumberingAfterBreak="0">
    <w:nsid w:val="31A8391D"/>
    <w:multiLevelType w:val="multilevel"/>
    <w:tmpl w:val="C284D0B0"/>
    <w:numStyleLink w:val="FigureNumbers"/>
  </w:abstractNum>
  <w:abstractNum w:abstractNumId="10" w15:restartNumberingAfterBreak="0">
    <w:nsid w:val="374F11D6"/>
    <w:multiLevelType w:val="multilevel"/>
    <w:tmpl w:val="131EEC6C"/>
    <w:numStyleLink w:val="TableNumbers"/>
  </w:abstractNum>
  <w:abstractNum w:abstractNumId="11" w15:restartNumberingAfterBreak="0">
    <w:nsid w:val="3D8D0E91"/>
    <w:multiLevelType w:val="multilevel"/>
    <w:tmpl w:val="2F7889CA"/>
    <w:numStyleLink w:val="AppendixNumbers"/>
  </w:abstractNum>
  <w:abstractNum w:abstractNumId="12" w15:restartNumberingAfterBreak="0">
    <w:nsid w:val="460B4F95"/>
    <w:multiLevelType w:val="multilevel"/>
    <w:tmpl w:val="DC7657F0"/>
    <w:numStyleLink w:val="NumberedHeadings"/>
  </w:abstractNum>
  <w:abstractNum w:abstractNumId="13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7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19"/>
  </w:num>
  <w:num w:numId="2" w16cid:durableId="430204627">
    <w:abstractNumId w:val="13"/>
  </w:num>
  <w:num w:numId="3" w16cid:durableId="1793472070">
    <w:abstractNumId w:val="18"/>
  </w:num>
  <w:num w:numId="4" w16cid:durableId="1753431680">
    <w:abstractNumId w:val="6"/>
  </w:num>
  <w:num w:numId="5" w16cid:durableId="1758750030">
    <w:abstractNumId w:val="4"/>
  </w:num>
  <w:num w:numId="6" w16cid:durableId="2087679980">
    <w:abstractNumId w:val="15"/>
  </w:num>
  <w:num w:numId="7" w16cid:durableId="1881673441">
    <w:abstractNumId w:val="17"/>
  </w:num>
  <w:num w:numId="8" w16cid:durableId="1234318621">
    <w:abstractNumId w:val="14"/>
  </w:num>
  <w:num w:numId="9" w16cid:durableId="1046101840">
    <w:abstractNumId w:val="5"/>
  </w:num>
  <w:num w:numId="10" w16cid:durableId="1201088331">
    <w:abstractNumId w:val="16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6"/>
  </w:num>
  <w:num w:numId="14" w16cid:durableId="343291214">
    <w:abstractNumId w:val="9"/>
  </w:num>
  <w:num w:numId="15" w16cid:durableId="1117331301">
    <w:abstractNumId w:val="8"/>
  </w:num>
  <w:num w:numId="16" w16cid:durableId="1742823293">
    <w:abstractNumId w:val="17"/>
  </w:num>
  <w:num w:numId="17" w16cid:durableId="2105681739">
    <w:abstractNumId w:val="7"/>
  </w:num>
  <w:num w:numId="18" w16cid:durableId="1767118343">
    <w:abstractNumId w:val="10"/>
  </w:num>
  <w:num w:numId="19" w16cid:durableId="395666950">
    <w:abstractNumId w:val="16"/>
  </w:num>
  <w:num w:numId="20" w16cid:durableId="744834881">
    <w:abstractNumId w:val="12"/>
  </w:num>
  <w:num w:numId="21" w16cid:durableId="1622565295">
    <w:abstractNumId w:val="11"/>
  </w:num>
  <w:num w:numId="22" w16cid:durableId="867183518">
    <w:abstractNumId w:val="2"/>
  </w:num>
  <w:num w:numId="23" w16cid:durableId="32836270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FFB"/>
    <w:rsid w:val="00013309"/>
    <w:rsid w:val="000249B9"/>
    <w:rsid w:val="000334E0"/>
    <w:rsid w:val="00037782"/>
    <w:rsid w:val="00061E14"/>
    <w:rsid w:val="0006604E"/>
    <w:rsid w:val="00080615"/>
    <w:rsid w:val="0008512A"/>
    <w:rsid w:val="000B0011"/>
    <w:rsid w:val="000C252F"/>
    <w:rsid w:val="000C5798"/>
    <w:rsid w:val="000D1115"/>
    <w:rsid w:val="000D3374"/>
    <w:rsid w:val="000D6562"/>
    <w:rsid w:val="000D7C76"/>
    <w:rsid w:val="00111FE2"/>
    <w:rsid w:val="001169A7"/>
    <w:rsid w:val="0012631E"/>
    <w:rsid w:val="00143430"/>
    <w:rsid w:val="00167A69"/>
    <w:rsid w:val="00176B72"/>
    <w:rsid w:val="00195255"/>
    <w:rsid w:val="001969C4"/>
    <w:rsid w:val="00206AD7"/>
    <w:rsid w:val="00222CED"/>
    <w:rsid w:val="0022402E"/>
    <w:rsid w:val="0024420C"/>
    <w:rsid w:val="002573ED"/>
    <w:rsid w:val="0026602B"/>
    <w:rsid w:val="002804D3"/>
    <w:rsid w:val="0028675C"/>
    <w:rsid w:val="002A42D7"/>
    <w:rsid w:val="002F3747"/>
    <w:rsid w:val="002F455A"/>
    <w:rsid w:val="00341E32"/>
    <w:rsid w:val="003449A0"/>
    <w:rsid w:val="00352FB1"/>
    <w:rsid w:val="00354791"/>
    <w:rsid w:val="00356D05"/>
    <w:rsid w:val="00363338"/>
    <w:rsid w:val="00387F20"/>
    <w:rsid w:val="00391C57"/>
    <w:rsid w:val="00393599"/>
    <w:rsid w:val="003976B5"/>
    <w:rsid w:val="003D0AF7"/>
    <w:rsid w:val="003F78DD"/>
    <w:rsid w:val="00405A64"/>
    <w:rsid w:val="004154E2"/>
    <w:rsid w:val="00415957"/>
    <w:rsid w:val="00420BDC"/>
    <w:rsid w:val="00422F8F"/>
    <w:rsid w:val="0043353F"/>
    <w:rsid w:val="0046274F"/>
    <w:rsid w:val="00463F67"/>
    <w:rsid w:val="00481C28"/>
    <w:rsid w:val="00496095"/>
    <w:rsid w:val="004A6B98"/>
    <w:rsid w:val="004B18C3"/>
    <w:rsid w:val="004B4B57"/>
    <w:rsid w:val="00500DA0"/>
    <w:rsid w:val="00534D53"/>
    <w:rsid w:val="00535289"/>
    <w:rsid w:val="005408E0"/>
    <w:rsid w:val="00546F0F"/>
    <w:rsid w:val="005611E7"/>
    <w:rsid w:val="00572028"/>
    <w:rsid w:val="005872EE"/>
    <w:rsid w:val="00593CFA"/>
    <w:rsid w:val="005A368C"/>
    <w:rsid w:val="005C599A"/>
    <w:rsid w:val="00621AA4"/>
    <w:rsid w:val="00643763"/>
    <w:rsid w:val="0065343E"/>
    <w:rsid w:val="0067193F"/>
    <w:rsid w:val="00680F04"/>
    <w:rsid w:val="0069176C"/>
    <w:rsid w:val="0069504E"/>
    <w:rsid w:val="006B067A"/>
    <w:rsid w:val="006D2AAE"/>
    <w:rsid w:val="006D4A3D"/>
    <w:rsid w:val="006E386E"/>
    <w:rsid w:val="006E7544"/>
    <w:rsid w:val="00761DF2"/>
    <w:rsid w:val="0076765C"/>
    <w:rsid w:val="00782769"/>
    <w:rsid w:val="00792F0D"/>
    <w:rsid w:val="00795A1A"/>
    <w:rsid w:val="007A1A84"/>
    <w:rsid w:val="007A1DC3"/>
    <w:rsid w:val="007A32A6"/>
    <w:rsid w:val="007B0B08"/>
    <w:rsid w:val="007B7908"/>
    <w:rsid w:val="007C1C51"/>
    <w:rsid w:val="00804FFB"/>
    <w:rsid w:val="0082494A"/>
    <w:rsid w:val="00841B5A"/>
    <w:rsid w:val="00876B16"/>
    <w:rsid w:val="00883AB1"/>
    <w:rsid w:val="00884576"/>
    <w:rsid w:val="008865C0"/>
    <w:rsid w:val="008B223F"/>
    <w:rsid w:val="008B5F0D"/>
    <w:rsid w:val="008B62F1"/>
    <w:rsid w:val="008D3459"/>
    <w:rsid w:val="008D4998"/>
    <w:rsid w:val="008E21DE"/>
    <w:rsid w:val="008F2E67"/>
    <w:rsid w:val="008F6729"/>
    <w:rsid w:val="009277BF"/>
    <w:rsid w:val="00930FCD"/>
    <w:rsid w:val="0093424E"/>
    <w:rsid w:val="00961649"/>
    <w:rsid w:val="00971C95"/>
    <w:rsid w:val="00977C26"/>
    <w:rsid w:val="00984B18"/>
    <w:rsid w:val="009A1E31"/>
    <w:rsid w:val="009A26DC"/>
    <w:rsid w:val="009D579E"/>
    <w:rsid w:val="009F0A52"/>
    <w:rsid w:val="009F200E"/>
    <w:rsid w:val="00A07476"/>
    <w:rsid w:val="00A07E4A"/>
    <w:rsid w:val="00A17147"/>
    <w:rsid w:val="00A2204F"/>
    <w:rsid w:val="00A220A6"/>
    <w:rsid w:val="00A365CA"/>
    <w:rsid w:val="00A401EB"/>
    <w:rsid w:val="00A51A9F"/>
    <w:rsid w:val="00A54503"/>
    <w:rsid w:val="00A56018"/>
    <w:rsid w:val="00A56A12"/>
    <w:rsid w:val="00A670E9"/>
    <w:rsid w:val="00A8475F"/>
    <w:rsid w:val="00A85DE5"/>
    <w:rsid w:val="00AB12D5"/>
    <w:rsid w:val="00AD735D"/>
    <w:rsid w:val="00AF0899"/>
    <w:rsid w:val="00B014EE"/>
    <w:rsid w:val="00B10265"/>
    <w:rsid w:val="00B22389"/>
    <w:rsid w:val="00B25EEC"/>
    <w:rsid w:val="00B36A39"/>
    <w:rsid w:val="00B41603"/>
    <w:rsid w:val="00B603C0"/>
    <w:rsid w:val="00B636CC"/>
    <w:rsid w:val="00B948AA"/>
    <w:rsid w:val="00BB001A"/>
    <w:rsid w:val="00BD532A"/>
    <w:rsid w:val="00BD623A"/>
    <w:rsid w:val="00BF08D9"/>
    <w:rsid w:val="00C0421C"/>
    <w:rsid w:val="00C06EF2"/>
    <w:rsid w:val="00C10D80"/>
    <w:rsid w:val="00C375C0"/>
    <w:rsid w:val="00C375C7"/>
    <w:rsid w:val="00C75CAF"/>
    <w:rsid w:val="00C837F2"/>
    <w:rsid w:val="00CA2B08"/>
    <w:rsid w:val="00CA6BAF"/>
    <w:rsid w:val="00CF0836"/>
    <w:rsid w:val="00CF700D"/>
    <w:rsid w:val="00D1117D"/>
    <w:rsid w:val="00D26448"/>
    <w:rsid w:val="00D55BB9"/>
    <w:rsid w:val="00D56543"/>
    <w:rsid w:val="00D57CF9"/>
    <w:rsid w:val="00D62B17"/>
    <w:rsid w:val="00D81030"/>
    <w:rsid w:val="00D94649"/>
    <w:rsid w:val="00DB1609"/>
    <w:rsid w:val="00DB22E4"/>
    <w:rsid w:val="00DC12BF"/>
    <w:rsid w:val="00DD684D"/>
    <w:rsid w:val="00DE4798"/>
    <w:rsid w:val="00DF74BA"/>
    <w:rsid w:val="00E02B85"/>
    <w:rsid w:val="00E06B80"/>
    <w:rsid w:val="00E2309B"/>
    <w:rsid w:val="00E31F1E"/>
    <w:rsid w:val="00E5425D"/>
    <w:rsid w:val="00E67411"/>
    <w:rsid w:val="00E70E31"/>
    <w:rsid w:val="00E819EA"/>
    <w:rsid w:val="00E9794A"/>
    <w:rsid w:val="00F1538E"/>
    <w:rsid w:val="00F34BEE"/>
    <w:rsid w:val="00F65932"/>
    <w:rsid w:val="00F81326"/>
    <w:rsid w:val="00F86B38"/>
    <w:rsid w:val="00F9318C"/>
    <w:rsid w:val="00F95342"/>
    <w:rsid w:val="00F95D51"/>
    <w:rsid w:val="00FE2EF8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30E761"/>
  <w15:chartTrackingRefBased/>
  <w15:docId w15:val="{888C1877-FBA2-4875-8175-139F4A691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Tabletext">
    <w:name w:val="Table text"/>
    <w:basedOn w:val="Normal"/>
    <w:qFormat/>
    <w:rsid w:val="00804FFB"/>
    <w:pPr>
      <w:spacing w:before="0" w:after="0"/>
    </w:pPr>
    <w:rPr>
      <w:rFonts w:ascii="Arial" w:eastAsia="Times New Roman" w:hAnsi="Arial" w:cs="Arial"/>
      <w:color w:val="000000"/>
    </w:rPr>
  </w:style>
  <w:style w:type="paragraph" w:customStyle="1" w:styleId="normalafterlisttable">
    <w:name w:val="normal after list/table"/>
    <w:basedOn w:val="Normal"/>
    <w:uiPriority w:val="19"/>
    <w:qFormat/>
    <w:rsid w:val="00804FFB"/>
    <w:pPr>
      <w:spacing w:before="240"/>
    </w:pPr>
  </w:style>
  <w:style w:type="character" w:customStyle="1" w:styleId="bold">
    <w:name w:val="bold"/>
    <w:basedOn w:val="DefaultParagraphFont"/>
    <w:uiPriority w:val="1"/>
    <w:qFormat/>
    <w:rsid w:val="00804FFB"/>
    <w:rPr>
      <w:b/>
      <w:bCs/>
    </w:rPr>
  </w:style>
  <w:style w:type="table" w:customStyle="1" w:styleId="SD-MOStable">
    <w:name w:val="SD - MOS table"/>
    <w:basedOn w:val="TableNormal"/>
    <w:uiPriority w:val="99"/>
    <w:rsid w:val="00804FFB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  <w:style w:type="table" w:styleId="TableGridLight">
    <w:name w:val="Grid Table Light"/>
    <w:basedOn w:val="TableNormal"/>
    <w:uiPriority w:val="40"/>
    <w:rsid w:val="00D57CF9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9D065CA2C5C44DBB53A267F4910B5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90B481-DF5A-4E2E-B5D3-60A09D3C060D}"/>
      </w:docPartPr>
      <w:docPartBody>
        <w:p w:rsidR="00D64A47" w:rsidRDefault="00D64A47">
          <w:pPr>
            <w:pStyle w:val="09D065CA2C5C44DBB53A267F4910B561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A47"/>
    <w:rsid w:val="000B0E1D"/>
    <w:rsid w:val="00206AD7"/>
    <w:rsid w:val="00352FB1"/>
    <w:rsid w:val="008B004D"/>
    <w:rsid w:val="009E517B"/>
    <w:rsid w:val="00D26448"/>
    <w:rsid w:val="00D64A47"/>
    <w:rsid w:val="00F1538E"/>
    <w:rsid w:val="00F65932"/>
    <w:rsid w:val="00FA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09D065CA2C5C44DBB53A267F4910B561">
    <w:name w:val="09D065CA2C5C44DBB53A267F4910B5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2924B8A-71DF-4FF1-ABDC-DE702425331C}">
  <ds:schemaRefs>
    <ds:schemaRef ds:uri="http://purl.org/dc/terms/"/>
    <ds:schemaRef ds:uri="09d1133f-994b-4ec9-8bcd-76b1f6ed9a8c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147bc000-5d24-4a58-bdb3-1d507d54dc98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13</TotalTime>
  <Pages>1</Pages>
  <Words>86</Words>
  <Characters>586</Characters>
  <Application>Microsoft Office Word</Application>
  <DocSecurity>0</DocSecurity>
  <Lines>83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AC/MT1 – ACM/MTS trainer training record</vt:lpstr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AC/MT1 – ACM/MTS trainer training record</dc:title>
  <dc:subject/>
  <dc:creator>Bartholomew, Tina</dc:creator>
  <cp:keywords/>
  <dc:description/>
  <cp:lastModifiedBy>Bartholomew, Tina</cp:lastModifiedBy>
  <cp:revision>20</cp:revision>
  <dcterms:created xsi:type="dcterms:W3CDTF">2025-11-17T04:51:00Z</dcterms:created>
  <dcterms:modified xsi:type="dcterms:W3CDTF">2025-11-25T04:36:00Z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NOS-2025-0011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